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0B5787F-EE6A-4B6E-A5E9-59E6AC8D59D3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